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9F" w:rsidRDefault="00752B32" w:rsidP="00752B32">
      <w:pPr>
        <w:pStyle w:val="Titel"/>
      </w:pPr>
      <w:r w:rsidRPr="00752B32">
        <w:t>Inhaltsangabe und Interpretation von Kurzprosa: Selbsteinschätzung und Ziele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281"/>
        <w:gridCol w:w="5118"/>
        <w:gridCol w:w="1176"/>
        <w:gridCol w:w="1099"/>
        <w:gridCol w:w="1180"/>
      </w:tblGrid>
      <w:tr w:rsidR="00415893" w:rsidRPr="006C6726" w:rsidTr="00415893">
        <w:trPr>
          <w:trHeight w:val="1003"/>
        </w:trPr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</w:rPr>
              <w:t>Zuordnung Stunden</w:t>
            </w: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jc w:val="center"/>
              <w:rPr>
                <w:rFonts w:ascii="Arial" w:hAnsi="Arial"/>
                <w:b/>
                <w:sz w:val="24"/>
              </w:rPr>
            </w:pPr>
            <w:r w:rsidRPr="006C6726">
              <w:rPr>
                <w:b/>
                <w:noProof/>
                <w:lang w:eastAsia="de-DE"/>
              </w:rPr>
              <w:drawing>
                <wp:inline distT="0" distB="0" distL="0" distR="0" wp14:anchorId="36BDE1E3" wp14:editId="2D8F81AE">
                  <wp:extent cx="608550" cy="659601"/>
                  <wp:effectExtent l="0" t="0" r="1270" b="762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30"/>
                          <a:stretch/>
                        </pic:blipFill>
                        <pic:spPr bwMode="auto">
                          <a:xfrm>
                            <a:off x="0" y="0"/>
                            <a:ext cx="623940" cy="676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jc w:val="center"/>
              <w:rPr>
                <w:rFonts w:ascii="Arial" w:hAnsi="Arial"/>
                <w:b/>
                <w:sz w:val="24"/>
              </w:rPr>
            </w:pPr>
            <w:r w:rsidRPr="006C6726">
              <w:rPr>
                <w:b/>
                <w:noProof/>
                <w:lang w:eastAsia="de-DE"/>
              </w:rPr>
              <w:drawing>
                <wp:inline distT="0" distB="0" distL="0" distR="0" wp14:anchorId="756EBD3C" wp14:editId="345E9C83">
                  <wp:extent cx="561191" cy="63454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r="33773"/>
                          <a:stretch/>
                        </pic:blipFill>
                        <pic:spPr bwMode="auto">
                          <a:xfrm>
                            <a:off x="0" y="0"/>
                            <a:ext cx="588597" cy="665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jc w:val="center"/>
              <w:rPr>
                <w:rFonts w:ascii="Arial" w:hAnsi="Arial"/>
                <w:b/>
                <w:noProof/>
                <w:sz w:val="24"/>
              </w:rPr>
            </w:pPr>
            <w:r w:rsidRPr="006C6726">
              <w:rPr>
                <w:b/>
                <w:noProof/>
                <w:lang w:eastAsia="de-DE"/>
              </w:rPr>
              <w:drawing>
                <wp:inline distT="0" distB="0" distL="0" distR="0" wp14:anchorId="2CA70EDB" wp14:editId="1FF1A30E">
                  <wp:extent cx="612632" cy="66737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499"/>
                          <a:stretch/>
                        </pic:blipFill>
                        <pic:spPr bwMode="auto">
                          <a:xfrm>
                            <a:off x="0" y="0"/>
                            <a:ext cx="630987" cy="687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893" w:rsidRPr="006C6726" w:rsidTr="00415893">
        <w:trPr>
          <w:trHeight w:val="121"/>
        </w:trPr>
        <w:tc>
          <w:tcPr>
            <w:tcW w:w="585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706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 w:rsidRPr="006C6726">
              <w:rPr>
                <w:rFonts w:ascii="Arial" w:hAnsi="Arial"/>
                <w:b/>
                <w:sz w:val="24"/>
              </w:rPr>
              <w:t>Textverständnis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2,</w:t>
            </w:r>
            <w:r w:rsidR="00D90E8C">
              <w:rPr>
                <w:rFonts w:ascii="Arial" w:hAnsi="Arial"/>
              </w:rPr>
              <w:t xml:space="preserve"> </w:t>
            </w:r>
            <w:r w:rsidRPr="006C6726">
              <w:rPr>
                <w:rFonts w:ascii="Arial" w:hAnsi="Arial"/>
              </w:rPr>
              <w:t>8</w:t>
            </w: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kann Informationen sinngebend auswe</w:t>
            </w:r>
            <w:r w:rsidRPr="006C6726">
              <w:rPr>
                <w:rFonts w:ascii="Arial" w:hAnsi="Arial"/>
                <w:sz w:val="24"/>
              </w:rPr>
              <w:t>r</w:t>
            </w:r>
            <w:r w:rsidRPr="006C6726">
              <w:rPr>
                <w:rFonts w:ascii="Arial" w:hAnsi="Arial"/>
                <w:sz w:val="24"/>
              </w:rPr>
              <w:t>ten,</w:t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2</w:t>
            </w: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Leerstellen im Text sinnvoll füllen und</w:t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2,</w:t>
            </w:r>
            <w:r w:rsidR="00D90E8C">
              <w:rPr>
                <w:rFonts w:ascii="Arial" w:hAnsi="Arial"/>
              </w:rPr>
              <w:t xml:space="preserve"> </w:t>
            </w:r>
            <w:r w:rsidRPr="006C6726">
              <w:rPr>
                <w:rFonts w:ascii="Arial" w:hAnsi="Arial"/>
              </w:rPr>
              <w:t>6</w:t>
            </w: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kausale Zusammenhänge herstellen.</w:t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</w:tcPr>
          <w:p w:rsidR="00415893" w:rsidRPr="006C6726" w:rsidRDefault="00415893" w:rsidP="00D90E8C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11-18</w:t>
            </w: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lese kritisch und erfasse Mehrdeutigkeiten im Text.</w:t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706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 w:rsidRPr="006C6726">
              <w:rPr>
                <w:rFonts w:ascii="Arial" w:hAnsi="Arial"/>
                <w:b/>
                <w:sz w:val="24"/>
              </w:rPr>
              <w:t>Vorarbeiten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D90E8C">
            <w:pPr>
              <w:spacing w:before="120" w:after="120" w:line="300" w:lineRule="atLeast"/>
              <w:ind w:right="-69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9</w:t>
            </w:r>
            <w:r w:rsidR="00D90E8C">
              <w:rPr>
                <w:rFonts w:ascii="Arial" w:hAnsi="Arial"/>
              </w:rPr>
              <w:t xml:space="preserve"> </w:t>
            </w:r>
            <w:r w:rsidRPr="006C6726">
              <w:rPr>
                <w:rFonts w:ascii="Arial" w:hAnsi="Arial"/>
              </w:rPr>
              <w:t>ff.,</w:t>
            </w:r>
            <w:r w:rsidR="00D90E8C">
              <w:rPr>
                <w:rFonts w:ascii="Arial" w:hAnsi="Arial"/>
              </w:rPr>
              <w:t xml:space="preserve"> </w:t>
            </w:r>
            <w:r w:rsidRPr="006C6726">
              <w:rPr>
                <w:rFonts w:ascii="Arial" w:hAnsi="Arial"/>
              </w:rPr>
              <w:t>2,</w:t>
            </w:r>
            <w:r w:rsidR="00D90E8C">
              <w:rPr>
                <w:rFonts w:ascii="Arial" w:hAnsi="Arial"/>
              </w:rPr>
              <w:t xml:space="preserve"> </w:t>
            </w:r>
            <w:r w:rsidRPr="006C6726">
              <w:rPr>
                <w:rFonts w:ascii="Arial" w:hAnsi="Arial"/>
              </w:rPr>
              <w:t>4,</w:t>
            </w:r>
            <w:r w:rsidR="00D90E8C">
              <w:rPr>
                <w:rFonts w:ascii="Arial" w:hAnsi="Arial"/>
              </w:rPr>
              <w:t xml:space="preserve"> </w:t>
            </w:r>
            <w:r w:rsidRPr="006C6726">
              <w:rPr>
                <w:rFonts w:ascii="Arial" w:hAnsi="Arial"/>
              </w:rPr>
              <w:t>8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kann die Thematik bzw. Problematik eines Textes erfassen und benennen.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8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erfasse den Textaufbau bzw. die Glied</w:t>
            </w:r>
            <w:r w:rsidRPr="006C6726">
              <w:rPr>
                <w:rFonts w:ascii="Arial" w:hAnsi="Arial"/>
                <w:sz w:val="24"/>
              </w:rPr>
              <w:t>e</w:t>
            </w:r>
            <w:r w:rsidRPr="006C6726">
              <w:rPr>
                <w:rFonts w:ascii="Arial" w:hAnsi="Arial"/>
                <w:sz w:val="24"/>
              </w:rPr>
              <w:t>rung,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b/>
                <w:noProof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b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b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4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greife wesentliche Ereignisse auf und kürze das Unwesentliche heraus.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18"/>
              </w:rPr>
            </w:pPr>
            <w:r w:rsidRPr="006C6726">
              <w:rPr>
                <w:rFonts w:ascii="Arial" w:hAnsi="Arial"/>
                <w:sz w:val="18"/>
              </w:rPr>
              <w:t>alle 11-18</w:t>
            </w:r>
          </w:p>
        </w:tc>
        <w:tc>
          <w:tcPr>
            <w:tcW w:w="2706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 w:rsidRPr="006C6726">
              <w:rPr>
                <w:rFonts w:ascii="Arial" w:hAnsi="Arial"/>
                <w:b/>
                <w:sz w:val="24"/>
              </w:rPr>
              <w:t>Textinterpretation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(er)kenne die Erzählperspektiven,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kann die Zeitstruktur eines Textes erfassen,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erkenne die Funktion der Orte,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kann Figurenrede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  <w:r w:rsidRPr="006C6726">
              <w:rPr>
                <w:rFonts w:ascii="Arial" w:hAnsi="Arial"/>
                <w:sz w:val="24"/>
              </w:rPr>
              <w:t>und Dialoge analysieren,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 xml:space="preserve">erfasse die Figurenkonstellation, 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erkenne sprachliche Mittel und kann sie in einen inhaltlichen Bezug setzen.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</w:tbl>
    <w:p w:rsidR="00752B32" w:rsidRDefault="00752B32" w:rsidP="00F131AC">
      <w:pPr>
        <w:pStyle w:val="Textkrper"/>
      </w:pPr>
    </w:p>
    <w:p w:rsidR="00752B32" w:rsidRDefault="00752B32" w:rsidP="00F131AC">
      <w:pPr>
        <w:pStyle w:val="Textkrper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109"/>
        <w:gridCol w:w="5290"/>
        <w:gridCol w:w="1176"/>
        <w:gridCol w:w="1099"/>
        <w:gridCol w:w="1180"/>
      </w:tblGrid>
      <w:tr w:rsidR="00415893" w:rsidRPr="006C6726" w:rsidTr="00415893">
        <w:trPr>
          <w:trHeight w:val="1003"/>
        </w:trPr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jc w:val="center"/>
              <w:rPr>
                <w:rFonts w:ascii="Arial" w:hAnsi="Arial"/>
                <w:b/>
                <w:sz w:val="24"/>
              </w:rPr>
            </w:pPr>
            <w:r w:rsidRPr="006C6726">
              <w:rPr>
                <w:b/>
                <w:noProof/>
                <w:lang w:eastAsia="de-DE"/>
              </w:rPr>
              <w:drawing>
                <wp:inline distT="0" distB="0" distL="0" distR="0" wp14:anchorId="050388D5" wp14:editId="73A4FDB6">
                  <wp:extent cx="608550" cy="659601"/>
                  <wp:effectExtent l="0" t="0" r="1270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30"/>
                          <a:stretch/>
                        </pic:blipFill>
                        <pic:spPr bwMode="auto">
                          <a:xfrm>
                            <a:off x="0" y="0"/>
                            <a:ext cx="623940" cy="676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jc w:val="center"/>
              <w:rPr>
                <w:rFonts w:ascii="Arial" w:hAnsi="Arial"/>
                <w:b/>
                <w:sz w:val="24"/>
              </w:rPr>
            </w:pPr>
            <w:r w:rsidRPr="006C6726">
              <w:rPr>
                <w:b/>
                <w:noProof/>
                <w:lang w:eastAsia="de-DE"/>
              </w:rPr>
              <w:drawing>
                <wp:inline distT="0" distB="0" distL="0" distR="0" wp14:anchorId="1BA62103" wp14:editId="4F4D2729">
                  <wp:extent cx="561191" cy="63454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r="33773"/>
                          <a:stretch/>
                        </pic:blipFill>
                        <pic:spPr bwMode="auto">
                          <a:xfrm>
                            <a:off x="0" y="0"/>
                            <a:ext cx="588597" cy="665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jc w:val="center"/>
              <w:rPr>
                <w:rFonts w:ascii="Arial" w:hAnsi="Arial"/>
                <w:b/>
                <w:noProof/>
                <w:sz w:val="24"/>
              </w:rPr>
            </w:pPr>
            <w:r w:rsidRPr="006C6726">
              <w:rPr>
                <w:b/>
                <w:noProof/>
                <w:lang w:eastAsia="de-DE"/>
              </w:rPr>
              <w:drawing>
                <wp:inline distT="0" distB="0" distL="0" distR="0" wp14:anchorId="5DE43D23" wp14:editId="180A617A">
                  <wp:extent cx="612632" cy="667372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499"/>
                          <a:stretch/>
                        </pic:blipFill>
                        <pic:spPr bwMode="auto">
                          <a:xfrm>
                            <a:off x="0" y="0"/>
                            <a:ext cx="630987" cy="687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893" w:rsidRPr="006C6726" w:rsidTr="00415893"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 w:rsidRPr="006C6726">
              <w:rPr>
                <w:rFonts w:ascii="Arial" w:hAnsi="Arial"/>
                <w:b/>
                <w:sz w:val="24"/>
              </w:rPr>
              <w:t>Form und Sprache</w:t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9+10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kenne die Zitierregeln und wende sie an,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9+10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verwende die indirekte Rede,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beherrsche die Grammatik sicher,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kann fehlerfrei schreiben und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setze Satzzeichen sicher.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2706" w:type="pct"/>
            <w:shd w:val="clear" w:color="auto" w:fill="BFBFBF" w:themeFill="background1" w:themeFillShade="BF"/>
          </w:tcPr>
          <w:p w:rsidR="00415893" w:rsidRPr="006C6726" w:rsidRDefault="00E7783A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</w:t>
            </w:r>
            <w:r w:rsidR="00415893" w:rsidRPr="006C6726">
              <w:rPr>
                <w:rFonts w:ascii="Arial" w:hAnsi="Arial"/>
                <w:b/>
                <w:sz w:val="24"/>
              </w:rPr>
              <w:t>chriftliche Ausarbeitung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0" w:type="pct"/>
            <w:shd w:val="clear" w:color="auto" w:fill="BFBFBF" w:themeFill="background1" w:themeFillShade="BF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8</w:t>
            </w:r>
          </w:p>
        </w:tc>
        <w:tc>
          <w:tcPr>
            <w:tcW w:w="2706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kann eine korrekte Einleitung verfassen.</w:t>
            </w: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b/>
                <w:noProof/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6+7, 19+20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gebe im Hauptteil den Inhalt ausgewogen wieder und stelle die Handlungsabfolge fli</w:t>
            </w:r>
            <w:r w:rsidRPr="006C6726">
              <w:rPr>
                <w:rFonts w:ascii="Arial" w:hAnsi="Arial"/>
                <w:sz w:val="24"/>
              </w:rPr>
              <w:t>e</w:t>
            </w:r>
            <w:r w:rsidRPr="006C6726">
              <w:rPr>
                <w:rFonts w:ascii="Arial" w:hAnsi="Arial"/>
                <w:sz w:val="24"/>
              </w:rPr>
              <w:t>ßend dar.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  <w:r w:rsidRPr="006C6726">
              <w:rPr>
                <w:rFonts w:ascii="Arial" w:hAnsi="Arial"/>
              </w:rPr>
              <w:t>11-18, Pool</w:t>
            </w: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interpretiere zum Schluss den Text unter einem vorgegebenen Aspekt.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</w:tr>
      <w:tr w:rsidR="00415893" w:rsidRPr="006C6726" w:rsidTr="00415893">
        <w:tc>
          <w:tcPr>
            <w:tcW w:w="585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</w:rPr>
            </w:pPr>
          </w:p>
        </w:tc>
        <w:tc>
          <w:tcPr>
            <w:tcW w:w="2706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Ich setze sinnvoll Absätze.</w:t>
            </w: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  <w:shd w:val="clear" w:color="auto" w:fill="auto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  <w:tc>
          <w:tcPr>
            <w:tcW w:w="570" w:type="pct"/>
          </w:tcPr>
          <w:p w:rsidR="00415893" w:rsidRPr="006C6726" w:rsidRDefault="00415893" w:rsidP="007D461B">
            <w:pPr>
              <w:spacing w:before="120" w:after="120" w:line="300" w:lineRule="atLeast"/>
              <w:rPr>
                <w:sz w:val="24"/>
              </w:rPr>
            </w:pPr>
          </w:p>
        </w:tc>
      </w:tr>
    </w:tbl>
    <w:p w:rsidR="00CD6932" w:rsidRDefault="00CD6932" w:rsidP="00874AE4"/>
    <w:p w:rsidR="00415893" w:rsidRDefault="00415893" w:rsidP="00874AE4"/>
    <w:p w:rsidR="00415893" w:rsidRDefault="00415893" w:rsidP="00874AE4"/>
    <w:p w:rsidR="00415893" w:rsidRPr="006C6726" w:rsidRDefault="00415893" w:rsidP="00415893">
      <w:pPr>
        <w:spacing w:after="200" w:line="276" w:lineRule="auto"/>
        <w:rPr>
          <w:b/>
        </w:rPr>
      </w:pPr>
      <w:r w:rsidRPr="006C6726">
        <w:rPr>
          <w:b/>
        </w:rPr>
        <w:t>Das möchte ich in den nächsten Wochen erreichen: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1"/>
      </w:tblGrid>
      <w:tr w:rsidR="00415893" w:rsidRPr="006C6726" w:rsidTr="00D90E8C">
        <w:trPr>
          <w:trHeight w:val="170"/>
        </w:trPr>
        <w:tc>
          <w:tcPr>
            <w:tcW w:w="9851" w:type="dxa"/>
          </w:tcPr>
          <w:p w:rsidR="00415893" w:rsidRPr="006C6726" w:rsidRDefault="00415893" w:rsidP="007D461B">
            <w:pPr>
              <w:spacing w:after="200" w:line="360" w:lineRule="auto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1.</w:t>
            </w:r>
          </w:p>
        </w:tc>
      </w:tr>
      <w:tr w:rsidR="00415893" w:rsidRPr="006C6726" w:rsidTr="00D90E8C">
        <w:trPr>
          <w:trHeight w:val="170"/>
        </w:trPr>
        <w:tc>
          <w:tcPr>
            <w:tcW w:w="9851" w:type="dxa"/>
          </w:tcPr>
          <w:p w:rsidR="00415893" w:rsidRPr="006C6726" w:rsidRDefault="00415893" w:rsidP="007D461B">
            <w:pPr>
              <w:spacing w:after="200" w:line="360" w:lineRule="auto"/>
              <w:rPr>
                <w:sz w:val="24"/>
              </w:rPr>
            </w:pPr>
          </w:p>
        </w:tc>
      </w:tr>
      <w:tr w:rsidR="00415893" w:rsidRPr="006C6726" w:rsidTr="00D90E8C">
        <w:trPr>
          <w:trHeight w:val="170"/>
        </w:trPr>
        <w:tc>
          <w:tcPr>
            <w:tcW w:w="9851" w:type="dxa"/>
          </w:tcPr>
          <w:p w:rsidR="00415893" w:rsidRPr="006C6726" w:rsidRDefault="00415893" w:rsidP="007D461B">
            <w:pPr>
              <w:spacing w:after="200" w:line="360" w:lineRule="auto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2.</w:t>
            </w:r>
          </w:p>
        </w:tc>
      </w:tr>
      <w:tr w:rsidR="00415893" w:rsidRPr="006C6726" w:rsidTr="00D90E8C">
        <w:trPr>
          <w:trHeight w:val="170"/>
        </w:trPr>
        <w:tc>
          <w:tcPr>
            <w:tcW w:w="9851" w:type="dxa"/>
          </w:tcPr>
          <w:p w:rsidR="00415893" w:rsidRPr="006C6726" w:rsidRDefault="00415893" w:rsidP="007D461B">
            <w:pPr>
              <w:spacing w:after="200" w:line="360" w:lineRule="auto"/>
              <w:rPr>
                <w:sz w:val="24"/>
              </w:rPr>
            </w:pPr>
          </w:p>
        </w:tc>
      </w:tr>
      <w:tr w:rsidR="00415893" w:rsidRPr="006C6726" w:rsidTr="00D90E8C">
        <w:trPr>
          <w:trHeight w:val="170"/>
        </w:trPr>
        <w:tc>
          <w:tcPr>
            <w:tcW w:w="9851" w:type="dxa"/>
          </w:tcPr>
          <w:p w:rsidR="00415893" w:rsidRPr="006C6726" w:rsidRDefault="00415893" w:rsidP="007D461B">
            <w:pPr>
              <w:spacing w:after="200" w:line="360" w:lineRule="auto"/>
              <w:rPr>
                <w:rFonts w:ascii="Arial" w:hAnsi="Arial"/>
                <w:sz w:val="24"/>
              </w:rPr>
            </w:pPr>
            <w:r w:rsidRPr="006C6726">
              <w:rPr>
                <w:rFonts w:ascii="Arial" w:hAnsi="Arial"/>
                <w:sz w:val="24"/>
              </w:rPr>
              <w:t>3.</w:t>
            </w:r>
          </w:p>
        </w:tc>
      </w:tr>
      <w:tr w:rsidR="00415893" w:rsidRPr="006C6726" w:rsidTr="00D90E8C">
        <w:trPr>
          <w:trHeight w:val="170"/>
        </w:trPr>
        <w:tc>
          <w:tcPr>
            <w:tcW w:w="9851" w:type="dxa"/>
          </w:tcPr>
          <w:p w:rsidR="00415893" w:rsidRPr="006C6726" w:rsidRDefault="00415893" w:rsidP="007D461B">
            <w:pPr>
              <w:spacing w:after="200" w:line="360" w:lineRule="auto"/>
              <w:rPr>
                <w:sz w:val="24"/>
              </w:rPr>
            </w:pPr>
          </w:p>
        </w:tc>
      </w:tr>
    </w:tbl>
    <w:p w:rsidR="00415893" w:rsidRPr="0044650F" w:rsidRDefault="00415893" w:rsidP="00874AE4"/>
    <w:sectPr w:rsidR="00415893" w:rsidRPr="0044650F" w:rsidSect="00B72F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35D" w:rsidRDefault="00DA735D" w:rsidP="001E03DE">
      <w:r>
        <w:separator/>
      </w:r>
    </w:p>
  </w:endnote>
  <w:endnote w:type="continuationSeparator" w:id="0">
    <w:p w:rsidR="00DA735D" w:rsidRDefault="00DA735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2C" w:rsidRDefault="00B72F2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986" w:rsidRDefault="000B3986" w:rsidP="000B398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0B3986" w:rsidTr="00842B1B">
      <w:tc>
        <w:tcPr>
          <w:tcW w:w="817" w:type="dxa"/>
        </w:tcPr>
        <w:p w:rsidR="000B3986" w:rsidRDefault="000B3986" w:rsidP="00842B1B">
          <w:pPr>
            <w:pStyle w:val="Fuzeile"/>
          </w:pPr>
        </w:p>
      </w:tc>
      <w:tc>
        <w:tcPr>
          <w:tcW w:w="8371" w:type="dxa"/>
        </w:tcPr>
        <w:p w:rsidR="000B3986" w:rsidRDefault="000B3986" w:rsidP="00842B1B">
          <w:pPr>
            <w:pStyle w:val="Fuzeile"/>
          </w:pPr>
        </w:p>
      </w:tc>
      <w:tc>
        <w:tcPr>
          <w:tcW w:w="666" w:type="dxa"/>
        </w:tcPr>
        <w:p w:rsidR="000B3986" w:rsidRDefault="000B3986" w:rsidP="00842B1B">
          <w:pPr>
            <w:pStyle w:val="Fuzeile"/>
          </w:pPr>
        </w:p>
      </w:tc>
    </w:tr>
    <w:tr w:rsidR="000B3986" w:rsidTr="00842B1B">
      <w:tc>
        <w:tcPr>
          <w:tcW w:w="817" w:type="dxa"/>
        </w:tcPr>
        <w:p w:rsidR="000B3986" w:rsidRDefault="000B3986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0B3986" w:rsidRDefault="000B3986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0B3986" w:rsidRDefault="000B3986" w:rsidP="00842B1B">
          <w:pPr>
            <w:pStyle w:val="Fuzeile"/>
          </w:pPr>
        </w:p>
      </w:tc>
    </w:tr>
    <w:tr w:rsidR="000B3986" w:rsidTr="00842B1B">
      <w:tc>
        <w:tcPr>
          <w:tcW w:w="817" w:type="dxa"/>
        </w:tcPr>
        <w:p w:rsidR="000B3986" w:rsidRPr="008A6B36" w:rsidRDefault="000B3986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0B3986" w:rsidRDefault="000C6F88" w:rsidP="000C6F88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0" w:name="_GoBack"/>
          <w:bookmarkEnd w:id="0"/>
        </w:p>
      </w:tc>
      <w:tc>
        <w:tcPr>
          <w:tcW w:w="666" w:type="dxa"/>
        </w:tcPr>
        <w:p w:rsidR="000B3986" w:rsidRDefault="000B3986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C6F88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B72F2C" w:rsidRPr="000B3986" w:rsidRDefault="00B72F2C" w:rsidP="000B39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2C" w:rsidRDefault="00B72F2C" w:rsidP="00B72F2C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20"/>
      <w:gridCol w:w="666"/>
    </w:tblGrid>
    <w:tr w:rsidR="00B72F2C" w:rsidTr="00842B1B">
      <w:tc>
        <w:tcPr>
          <w:tcW w:w="1668" w:type="dxa"/>
        </w:tcPr>
        <w:p w:rsidR="00B72F2C" w:rsidRDefault="00B72F2C" w:rsidP="00842B1B">
          <w:pPr>
            <w:pStyle w:val="Fuzeile"/>
          </w:pPr>
        </w:p>
      </w:tc>
      <w:tc>
        <w:tcPr>
          <w:tcW w:w="7520" w:type="dxa"/>
        </w:tcPr>
        <w:p w:rsidR="00B72F2C" w:rsidRDefault="00B72F2C" w:rsidP="00842B1B">
          <w:pPr>
            <w:pStyle w:val="Fuzeile"/>
          </w:pPr>
        </w:p>
      </w:tc>
      <w:tc>
        <w:tcPr>
          <w:tcW w:w="666" w:type="dxa"/>
        </w:tcPr>
        <w:p w:rsidR="00B72F2C" w:rsidRDefault="00B72F2C" w:rsidP="00842B1B">
          <w:pPr>
            <w:pStyle w:val="Fuzeile"/>
          </w:pPr>
        </w:p>
      </w:tc>
    </w:tr>
    <w:tr w:rsidR="00B72F2C" w:rsidTr="00842B1B">
      <w:tc>
        <w:tcPr>
          <w:tcW w:w="1668" w:type="dxa"/>
        </w:tcPr>
        <w:p w:rsidR="00B72F2C" w:rsidRDefault="00B72F2C" w:rsidP="00842B1B">
          <w:pPr>
            <w:pStyle w:val="Fuzeile"/>
          </w:pPr>
          <w:r>
            <w:t>Fach: Deutsch</w:t>
          </w:r>
        </w:p>
      </w:tc>
      <w:tc>
        <w:tcPr>
          <w:tcW w:w="7520" w:type="dxa"/>
        </w:tcPr>
        <w:p w:rsidR="00B72F2C" w:rsidRDefault="00B72F2C" w:rsidP="00842B1B">
          <w:pPr>
            <w:pStyle w:val="Fuzeile"/>
          </w:pPr>
        </w:p>
      </w:tc>
      <w:tc>
        <w:tcPr>
          <w:tcW w:w="666" w:type="dxa"/>
        </w:tcPr>
        <w:p w:rsidR="00B72F2C" w:rsidRDefault="00B72F2C" w:rsidP="00842B1B">
          <w:pPr>
            <w:pStyle w:val="Fuzeile"/>
          </w:pPr>
        </w:p>
      </w:tc>
    </w:tr>
    <w:tr w:rsidR="00B72F2C" w:rsidTr="00842B1B">
      <w:tc>
        <w:tcPr>
          <w:tcW w:w="1668" w:type="dxa"/>
        </w:tcPr>
        <w:p w:rsidR="00B72F2C" w:rsidRPr="008A6B36" w:rsidRDefault="00B72F2C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7520" w:type="dxa"/>
        </w:tcPr>
        <w:p w:rsidR="00B72F2C" w:rsidRDefault="00B72F2C" w:rsidP="00842B1B">
          <w:pPr>
            <w:pStyle w:val="Fuzeile"/>
          </w:pPr>
        </w:p>
      </w:tc>
      <w:tc>
        <w:tcPr>
          <w:tcW w:w="666" w:type="dxa"/>
        </w:tcPr>
        <w:p w:rsidR="00B72F2C" w:rsidRDefault="00B72F2C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B72F2C" w:rsidRDefault="00C1176F" w:rsidP="00B72F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35D" w:rsidRDefault="00DA735D" w:rsidP="001E03DE">
      <w:r>
        <w:separator/>
      </w:r>
    </w:p>
  </w:footnote>
  <w:footnote w:type="continuationSeparator" w:id="0">
    <w:p w:rsidR="00DA735D" w:rsidRDefault="00DA735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2C" w:rsidRDefault="00B72F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F2C" w:rsidRDefault="004A7661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661" w:rsidRPr="00E20335" w:rsidRDefault="004A7661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4A7661" w:rsidRPr="00E20335" w:rsidRDefault="004A7661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B72F2C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CDC18A" wp14:editId="5986BCE0">
              <wp:simplePos x="0" y="0"/>
              <wp:positionH relativeFrom="page">
                <wp:posOffset>713105</wp:posOffset>
              </wp:positionH>
              <wp:positionV relativeFrom="page">
                <wp:posOffset>360045</wp:posOffset>
              </wp:positionV>
              <wp:extent cx="6220800" cy="352800"/>
              <wp:effectExtent l="0" t="0" r="8890" b="9525"/>
              <wp:wrapNone/>
              <wp:docPr id="395" name="Gruppieren 3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352800"/>
                        <a:chOff x="0" y="0"/>
                        <a:chExt cx="6222225" cy="352800"/>
                      </a:xfrm>
                    </wpg:grpSpPr>
                    <wps:wsp>
                      <wps:cNvPr id="26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1952625" y="0"/>
                          <a:ext cx="42696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F2C" w:rsidRPr="00E20335" w:rsidRDefault="00B72F2C" w:rsidP="00C54058">
                            <w:pPr>
                              <w:pStyle w:val="LS-KopfzeileGeradeHochformatLinks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65" name="Grafik 26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4" name="Gerade Verbindung 264"/>
                      <wps:cNvCnPr/>
                      <wps:spPr>
                        <a:xfrm flipH="1">
                          <a:off x="0" y="26670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95" o:spid="_x0000_s1030" style="position:absolute;margin-left:56.15pt;margin-top:28.35pt;width:489.85pt;height:27.8pt;z-index:251659264;mso-position-horizontal-relative:page;mso-position-vertical-relative:page;mso-width-relative:margin;mso-height-relative:margin" coordsize="62222,352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19526;width:42696;height:3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<v:textbox>
                  <w:txbxContent>
                    <w:p w:rsidR="00B72F2C" w:rsidRPr="00E20335" w:rsidRDefault="00B72F2C" w:rsidP="00C54058">
                      <w:pPr>
                        <w:pStyle w:val="LS-KopfzeileGeradeHochformatLinks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65" o:spid="_x0000_s1032" type="#_x0000_t75" style="position:absolute;width:304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GmvXEAAAA3AAAAA8AAABkcnMvZG93bnJldi54bWxEj0FrAjEUhO8F/0N4greaKCiyGkVFoVBq&#10;cfXi7bF5bhY3L8sm1fXfNwWhx2FmvmEWq87V4k5tqDxrGA0VCOLCm4pLDefT/n0GIkRkg7Vn0vCk&#10;AKtl722BmfEPPtI9j6VIEA4ZarAxNpmUobDkMAx9Q5y8q28dxiTbUpoWHwnuajlWaiodVpwWLDa0&#10;tVTc8h+nocq/DrPnbl/YzVF957uo8PNy03rQ79ZzEJG6+B9+tT+MhvF0An9n0hG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GmvXEAAAA3AAAAA8AAAAAAAAAAAAAAAAA&#10;nwIAAGRycy9kb3ducmV2LnhtbFBLBQYAAAAABAAEAPcAAACQAwAAAAA=&#10;">
                <v:imagedata r:id="rId2" o:title=""/>
                <v:path arrowok="t"/>
              </v:shape>
              <v:line id="Gerade Verbindung 264" o:spid="_x0000_s1033" style="position:absolute;flip:x;visibility:visible;mso-wrap-style:square" from="0,2667" to="61200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1qV8MAAADcAAAADwAAAGRycy9kb3ducmV2LnhtbESPQYvCMBCF7wv+hzCCtzVVRKQaZRVX&#10;PAlqda9DM9uWbSYlydb6740geHy8ed+bt1h1phYtOV9ZVjAaJiCIc6srLhRk5+/PGQgfkDXWlknB&#10;nTyslr2PBaba3vhI7SkUIkLYp6igDKFJpfR5SQb90DbE0fu1zmCI0hVSO7xFuKnlOEmm0mDFsaHE&#10;hjYl5X+nfxPfOKx32aZlg/ej+8lm+ei63V2UGvS7rzmIQF14H7/Se61gPJ3Ac0wk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talfDAAAA3A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7"/>
  </w:num>
  <w:num w:numId="25">
    <w:abstractNumId w:val="4"/>
  </w:num>
  <w:num w:numId="26">
    <w:abstractNumId w:val="10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B3986"/>
    <w:rsid w:val="000C6F88"/>
    <w:rsid w:val="00107CE1"/>
    <w:rsid w:val="001A2103"/>
    <w:rsid w:val="001E03DE"/>
    <w:rsid w:val="001F7580"/>
    <w:rsid w:val="002223B8"/>
    <w:rsid w:val="00296589"/>
    <w:rsid w:val="00415893"/>
    <w:rsid w:val="00445B6B"/>
    <w:rsid w:val="0044650F"/>
    <w:rsid w:val="004A7661"/>
    <w:rsid w:val="00592812"/>
    <w:rsid w:val="00596D82"/>
    <w:rsid w:val="00664C9F"/>
    <w:rsid w:val="00752B32"/>
    <w:rsid w:val="00874AE4"/>
    <w:rsid w:val="008A6B36"/>
    <w:rsid w:val="008A7911"/>
    <w:rsid w:val="009533B3"/>
    <w:rsid w:val="009935DA"/>
    <w:rsid w:val="009C05F9"/>
    <w:rsid w:val="00B127D0"/>
    <w:rsid w:val="00B72F2C"/>
    <w:rsid w:val="00BC77C4"/>
    <w:rsid w:val="00C1176F"/>
    <w:rsid w:val="00C22DA6"/>
    <w:rsid w:val="00C329C9"/>
    <w:rsid w:val="00C54C17"/>
    <w:rsid w:val="00CD6932"/>
    <w:rsid w:val="00D90E8C"/>
    <w:rsid w:val="00DA114A"/>
    <w:rsid w:val="00DA735D"/>
    <w:rsid w:val="00DC7E46"/>
    <w:rsid w:val="00E15C59"/>
    <w:rsid w:val="00E7783A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8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8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58EE9-8457-4659-ADC9-7E5080E2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2</Pages>
  <Words>209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10</cp:revision>
  <cp:lastPrinted>2016-11-07T13:26:00Z</cp:lastPrinted>
  <dcterms:created xsi:type="dcterms:W3CDTF">2017-11-22T21:36:00Z</dcterms:created>
  <dcterms:modified xsi:type="dcterms:W3CDTF">2018-06-27T13:23:00Z</dcterms:modified>
</cp:coreProperties>
</file>